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ED054" w14:textId="77777777" w:rsidR="006772DC" w:rsidRDefault="007E647C" w:rsidP="006772DC">
      <w:pPr>
        <w:sectPr w:rsidR="006772DC" w:rsidSect="00D944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AF98E8" wp14:editId="2089C8EF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B0871" w14:textId="6E59D196" w:rsidR="008E4821" w:rsidRPr="008E4821" w:rsidRDefault="009703E1" w:rsidP="00867698">
      <w:pPr>
        <w:pStyle w:val="Adressaat"/>
      </w:pPr>
      <w:r>
        <w:t>Päästeamet</w:t>
      </w:r>
    </w:p>
    <w:p w14:paraId="19FFB8C3" w14:textId="50C22158" w:rsidR="008E4821" w:rsidRPr="008E4821" w:rsidRDefault="009703E1" w:rsidP="00D579D4">
      <w:pPr>
        <w:pStyle w:val="Tekst0"/>
        <w:tabs>
          <w:tab w:val="left" w:pos="5387"/>
        </w:tabs>
      </w:pPr>
      <w:r>
        <w:t xml:space="preserve">Põhja </w:t>
      </w:r>
      <w:r w:rsidRPr="00601938">
        <w:t>Päästekeskuse ohutusjärelevalve büroo</w:t>
      </w:r>
    </w:p>
    <w:p w14:paraId="025FBEED" w14:textId="4D1F705A" w:rsidR="008E4821" w:rsidRDefault="00A604F3" w:rsidP="00867698">
      <w:pPr>
        <w:pStyle w:val="Aadress"/>
      </w:pPr>
      <w:hyperlink r:id="rId15" w:history="1">
        <w:r w:rsidRPr="00337462">
          <w:rPr>
            <w:rStyle w:val="Hperlink"/>
          </w:rPr>
          <w:t>pohja@res</w:t>
        </w:r>
        <w:r w:rsidR="009C1924">
          <w:rPr>
            <w:rStyle w:val="Hperlink"/>
          </w:rPr>
          <w:t>c</w:t>
        </w:r>
        <w:r w:rsidRPr="00337462">
          <w:rPr>
            <w:rStyle w:val="Hperlink"/>
          </w:rPr>
          <w:t>ue.ee</w:t>
        </w:r>
      </w:hyperlink>
      <w:r>
        <w:t xml:space="preserve"> </w:t>
      </w:r>
      <w:r w:rsidR="008E4821">
        <w:tab/>
        <w:t xml:space="preserve">Meie </w:t>
      </w:r>
      <w:r w:rsidR="0000525A" w:rsidRPr="00491B6C">
        <w:t>0</w:t>
      </w:r>
      <w:r w:rsidR="00491B6C" w:rsidRPr="00491B6C">
        <w:t>8</w:t>
      </w:r>
      <w:r w:rsidR="00B36508">
        <w:t>.</w:t>
      </w:r>
      <w:r w:rsidR="0000525A">
        <w:t>0</w:t>
      </w:r>
      <w:r w:rsidR="00652B43">
        <w:t>1</w:t>
      </w:r>
      <w:r w:rsidR="00B36508">
        <w:t>.202</w:t>
      </w:r>
      <w:r w:rsidR="0000525A">
        <w:t>5</w:t>
      </w:r>
      <w:r w:rsidR="008E4821">
        <w:t xml:space="preserve"> nr </w:t>
      </w:r>
      <w:r w:rsidR="00B36508" w:rsidRPr="00CA0465">
        <w:t>10-</w:t>
      </w:r>
      <w:r w:rsidR="00CA0465" w:rsidRPr="00CA0465">
        <w:t>6</w:t>
      </w:r>
      <w:r w:rsidR="00B36508" w:rsidRPr="00CA0465">
        <w:t>/</w:t>
      </w:r>
      <w:r w:rsidR="00CA0465" w:rsidRPr="00CA0465">
        <w:t>135</w:t>
      </w:r>
    </w:p>
    <w:p w14:paraId="7096B558" w14:textId="752A3EFB" w:rsidR="008E4821" w:rsidRPr="007F0CF5" w:rsidRDefault="00A36D8F" w:rsidP="00A94D38">
      <w:pPr>
        <w:pStyle w:val="Kirjapealkiri"/>
        <w:spacing w:before="720" w:after="480"/>
      </w:pPr>
      <w:r>
        <w:t xml:space="preserve">Viimsi vald, Viimsi alevik, </w:t>
      </w:r>
      <w:r w:rsidR="0028339D" w:rsidRPr="00436F2A">
        <w:t>Tulbi tee 3, Tulbiõie parkla ja Tulbi</w:t>
      </w:r>
      <w:r w:rsidR="00B73F1E" w:rsidRPr="00436F2A">
        <w:t>õie</w:t>
      </w:r>
      <w:r w:rsidR="0028339D" w:rsidRPr="00436F2A">
        <w:t xml:space="preserve"> haljak</w:t>
      </w:r>
      <w:r w:rsidR="00B73F1E">
        <w:t xml:space="preserve"> </w:t>
      </w:r>
      <w:r w:rsidR="006722A6">
        <w:t>detailplaneeringu kooskõlastamiseks esitamine</w:t>
      </w:r>
    </w:p>
    <w:p w14:paraId="6015125B" w14:textId="5DF4DBD3" w:rsidR="00E878F1" w:rsidRDefault="00791726" w:rsidP="00E878F1">
      <w:pPr>
        <w:rPr>
          <w:kern w:val="0"/>
          <w:szCs w:val="20"/>
        </w:rPr>
      </w:pPr>
      <w:r w:rsidRPr="00791726">
        <w:rPr>
          <w:kern w:val="0"/>
          <w:szCs w:val="20"/>
        </w:rPr>
        <w:t xml:space="preserve">Vabariigi Valitsuse 17.12.2015 määruse nr 133 „Planeeringute koostamisel koostöö tegemise kord ja planeeringute kooskõlastamise alused“ § 3 p 10 alusel esitame Teile kooskõlastamiseks </w:t>
      </w:r>
      <w:r w:rsidRPr="00B07C61">
        <w:rPr>
          <w:kern w:val="0"/>
          <w:szCs w:val="20"/>
        </w:rPr>
        <w:t xml:space="preserve">Viimsi vald, Viimsi alevik, </w:t>
      </w:r>
      <w:r w:rsidR="00436F2A" w:rsidRPr="00436F2A">
        <w:t>Tulbi tee 3, Tulbiõie parkla ja Tulbiõie haljak</w:t>
      </w:r>
      <w:r w:rsidR="00436F2A">
        <w:t xml:space="preserve"> </w:t>
      </w:r>
      <w:r w:rsidR="00B07C61" w:rsidRPr="00B07C61">
        <w:rPr>
          <w:kern w:val="0"/>
          <w:szCs w:val="20"/>
        </w:rPr>
        <w:t>katastriüksuse</w:t>
      </w:r>
      <w:r w:rsidRPr="00B07C61">
        <w:rPr>
          <w:kern w:val="0"/>
          <w:szCs w:val="20"/>
        </w:rPr>
        <w:t xml:space="preserve"> detailplaneeringu</w:t>
      </w:r>
      <w:r>
        <w:rPr>
          <w:kern w:val="0"/>
          <w:szCs w:val="20"/>
        </w:rPr>
        <w:t>.</w:t>
      </w:r>
    </w:p>
    <w:p w14:paraId="1D0AF469" w14:textId="5AD36519" w:rsidR="003F59A0" w:rsidRPr="00765C71" w:rsidRDefault="00E878F1" w:rsidP="00E878F1">
      <w:pPr>
        <w:spacing w:before="120"/>
        <w:rPr>
          <w:kern w:val="0"/>
          <w:szCs w:val="20"/>
        </w:rPr>
      </w:pPr>
      <w:r w:rsidRPr="00B07C61">
        <w:t xml:space="preserve">Detailplaneeringu koostamise eesmärk </w:t>
      </w:r>
      <w:r w:rsidR="003F59A0" w:rsidRPr="003F59A0">
        <w:t>on Tulbi tee 3 katastriüksusele uue tootmis- ja ärihoonestuse rajamine, kavandades selleks ligipääsud, taristu ja parkimise Tulbiõie parkla katastriüksusel, samuti kuulub planeeringuga lahendamisele Tulbiõie haljakule koerte mänguplatsi ja haljastuse kavandamine.</w:t>
      </w:r>
    </w:p>
    <w:p w14:paraId="69BAD8EC" w14:textId="627E3C08" w:rsidR="000F661C" w:rsidRDefault="000F661C" w:rsidP="00E878F1">
      <w:pPr>
        <w:spacing w:before="120"/>
      </w:pPr>
      <w:r w:rsidRPr="00291323">
        <w:t xml:space="preserve">Tuleohutuse nõudeid käsitleb </w:t>
      </w:r>
      <w:r w:rsidR="000F169E" w:rsidRPr="00491B6C">
        <w:t xml:space="preserve">seletuskirja </w:t>
      </w:r>
      <w:r w:rsidRPr="00491B6C">
        <w:t>peatükk</w:t>
      </w:r>
      <w:r w:rsidR="000F169E" w:rsidRPr="00491B6C">
        <w:t xml:space="preserve"> </w:t>
      </w:r>
      <w:r w:rsidR="00291323" w:rsidRPr="00491B6C">
        <w:t>4</w:t>
      </w:r>
      <w:r w:rsidR="000F169E" w:rsidRPr="00491B6C">
        <w:t>.</w:t>
      </w:r>
      <w:r w:rsidR="00027E72" w:rsidRPr="00491B6C">
        <w:t>4</w:t>
      </w:r>
      <w:r w:rsidR="00601938" w:rsidRPr="00491B6C">
        <w:t xml:space="preserve"> Tuleohutus</w:t>
      </w:r>
      <w:r w:rsidR="00027E72" w:rsidRPr="00491B6C">
        <w:t>nõuded</w:t>
      </w:r>
      <w:r w:rsidR="000F169E" w:rsidRPr="00491B6C">
        <w:t xml:space="preserve"> </w:t>
      </w:r>
      <w:r w:rsidR="00601938" w:rsidRPr="00491B6C">
        <w:t>(</w:t>
      </w:r>
      <w:r w:rsidR="000F169E" w:rsidRPr="00491B6C">
        <w:t xml:space="preserve">lk </w:t>
      </w:r>
      <w:r w:rsidR="00491B6C" w:rsidRPr="00491B6C">
        <w:t>7</w:t>
      </w:r>
      <w:r w:rsidR="00601938" w:rsidRPr="00491B6C">
        <w:t>)</w:t>
      </w:r>
      <w:r w:rsidR="000F169E" w:rsidRPr="00491B6C">
        <w:t>.</w:t>
      </w:r>
    </w:p>
    <w:p w14:paraId="24D8CBE8" w14:textId="1D2FFD23" w:rsidR="00EF1B74" w:rsidRDefault="00EF1B74" w:rsidP="00E878F1">
      <w:pPr>
        <w:spacing w:before="120"/>
      </w:pPr>
      <w:r>
        <w:t xml:space="preserve">Palume Teid kooskõlastada detailplaneeringu tuleohutuse osa. </w:t>
      </w:r>
      <w:r w:rsidRPr="00D032CB">
        <w:t>Detailplaneering (seletuskiri</w:t>
      </w:r>
      <w:r w:rsidR="00471D07">
        <w:t xml:space="preserve"> ja joonised</w:t>
      </w:r>
      <w:r w:rsidRPr="00D032CB">
        <w:t>) on kättesaadav aadressilt:</w:t>
      </w:r>
    </w:p>
    <w:p w14:paraId="3FEAB511" w14:textId="77777777" w:rsidR="00491B6C" w:rsidRPr="00491B6C" w:rsidRDefault="00491B6C" w:rsidP="00491B6C">
      <w:pPr>
        <w:spacing w:before="120"/>
        <w:rPr>
          <w:lang w:val="en-US"/>
        </w:rPr>
      </w:pPr>
      <w:hyperlink r:id="rId16" w:history="1">
        <w:r w:rsidRPr="00491B6C">
          <w:rPr>
            <w:rStyle w:val="Hperlink"/>
            <w:lang w:val="en-US"/>
          </w:rPr>
          <w:t xml:space="preserve">Viimsi </w:t>
        </w:r>
        <w:proofErr w:type="spellStart"/>
        <w:r w:rsidRPr="00491B6C">
          <w:rPr>
            <w:rStyle w:val="Hperlink"/>
            <w:lang w:val="en-US"/>
          </w:rPr>
          <w:t>alevik</w:t>
        </w:r>
        <w:proofErr w:type="spellEnd"/>
        <w:r w:rsidRPr="00491B6C">
          <w:rPr>
            <w:rStyle w:val="Hperlink"/>
            <w:lang w:val="en-US"/>
          </w:rPr>
          <w:t xml:space="preserve">, </w:t>
        </w:r>
        <w:proofErr w:type="spellStart"/>
        <w:r w:rsidRPr="00491B6C">
          <w:rPr>
            <w:rStyle w:val="Hperlink"/>
            <w:lang w:val="en-US"/>
          </w:rPr>
          <w:t>T</w:t>
        </w:r>
        <w:r w:rsidRPr="00491B6C">
          <w:rPr>
            <w:rStyle w:val="Hperlink"/>
            <w:lang w:val="en-US"/>
          </w:rPr>
          <w:t>u</w:t>
        </w:r>
        <w:r w:rsidRPr="00491B6C">
          <w:rPr>
            <w:rStyle w:val="Hperlink"/>
            <w:lang w:val="en-US"/>
          </w:rPr>
          <w:t>lbi</w:t>
        </w:r>
        <w:proofErr w:type="spellEnd"/>
        <w:r w:rsidRPr="00491B6C">
          <w:rPr>
            <w:rStyle w:val="Hperlink"/>
            <w:lang w:val="en-US"/>
          </w:rPr>
          <w:t xml:space="preserve"> tee 3 DP</w:t>
        </w:r>
      </w:hyperlink>
    </w:p>
    <w:p w14:paraId="46D17B38" w14:textId="0C03065E" w:rsidR="003337C3" w:rsidRDefault="003337C3" w:rsidP="00E878F1">
      <w:pPr>
        <w:spacing w:before="120"/>
      </w:pPr>
    </w:p>
    <w:p w14:paraId="5752106C" w14:textId="77777777" w:rsidR="0033730B" w:rsidRDefault="0033730B" w:rsidP="00E878F1">
      <w:pPr>
        <w:spacing w:before="120"/>
      </w:pPr>
    </w:p>
    <w:p w14:paraId="05B8912E" w14:textId="77777777" w:rsidR="008E4821" w:rsidRPr="00135B43" w:rsidRDefault="00581A06" w:rsidP="008E4821">
      <w:pPr>
        <w:pStyle w:val="Allkirjastatuddigit"/>
      </w:pPr>
      <w:r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0" wp14:anchorId="60EE4BB1" wp14:editId="32216F61">
                <wp:simplePos x="0" y="0"/>
                <wp:positionH relativeFrom="margin">
                  <wp:posOffset>-635</wp:posOffset>
                </wp:positionH>
                <wp:positionV relativeFrom="margin">
                  <wp:posOffset>8481060</wp:posOffset>
                </wp:positionV>
                <wp:extent cx="4932680" cy="588010"/>
                <wp:effectExtent l="0" t="0" r="1270" b="2540"/>
                <wp:wrapTopAndBottom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268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65779F4" w14:textId="71F2BBF6" w:rsidR="008E4821" w:rsidRPr="00080B5C" w:rsidRDefault="00652B43" w:rsidP="008E4821">
                            <w:pPr>
                              <w:pStyle w:val="Kehatekst"/>
                              <w:spacing w:after="0"/>
                              <w:rPr>
                                <w:lang w:val="et-EE"/>
                              </w:rPr>
                            </w:pPr>
                            <w:r>
                              <w:rPr>
                                <w:lang w:val="et-EE"/>
                              </w:rPr>
                              <w:t>Helen Lindvere</w:t>
                            </w:r>
                          </w:p>
                          <w:p w14:paraId="30E990A0" w14:textId="77777777" w:rsidR="00FC3EAA" w:rsidRDefault="00B2619D" w:rsidP="008E4821">
                            <w:pPr>
                              <w:pStyle w:val="Kehatekst"/>
                              <w:spacing w:after="0"/>
                            </w:pPr>
                            <w:r>
                              <w:t>602</w:t>
                            </w:r>
                            <w:r w:rsidR="00652B43">
                              <w:t xml:space="preserve"> </w:t>
                            </w:r>
                            <w:r>
                              <w:t>8</w:t>
                            </w:r>
                            <w:r w:rsidR="00652B43">
                              <w:t>710</w:t>
                            </w:r>
                            <w:r>
                              <w:t xml:space="preserve"> </w:t>
                            </w:r>
                          </w:p>
                          <w:p w14:paraId="34EE4B2D" w14:textId="42C54272" w:rsidR="008E4821" w:rsidRDefault="00FC3EAA" w:rsidP="008E4821">
                            <w:pPr>
                              <w:pStyle w:val="Kehatekst"/>
                              <w:spacing w:after="0"/>
                            </w:pPr>
                            <w:hyperlink r:id="rId17" w:history="1">
                              <w:r w:rsidRPr="00F650E4">
                                <w:rPr>
                                  <w:rStyle w:val="Hperlink"/>
                                </w:rPr>
                                <w:t>helen.lindvere@viimsi.ee</w:t>
                              </w:r>
                            </w:hyperlink>
                            <w:r w:rsidR="00B2619D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E4BB1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-.05pt;margin-top:667.8pt;width:388.4pt;height:4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" o:allowoverlap="f" stroked="f">
                <v:textbox inset="0,0,0,0">
                  <w:txbxContent>
                    <w:p w14:paraId="165779F4" w14:textId="71F2BBF6" w:rsidR="008E4821" w:rsidRPr="00080B5C" w:rsidRDefault="00652B43" w:rsidP="008E4821">
                      <w:pPr>
                        <w:pStyle w:val="BodyText"/>
                        <w:spacing w:after="0"/>
                        <w:rPr>
                          <w:lang w:val="et-EE"/>
                        </w:rPr>
                      </w:pPr>
                      <w:r>
                        <w:rPr>
                          <w:lang w:val="et-EE"/>
                        </w:rPr>
                        <w:t>Helen Lindvere</w:t>
                      </w:r>
                    </w:p>
                    <w:p w14:paraId="30E990A0" w14:textId="77777777" w:rsidR="00FC3EAA" w:rsidRDefault="00B2619D" w:rsidP="008E4821">
                      <w:pPr>
                        <w:pStyle w:val="BodyText"/>
                        <w:spacing w:after="0"/>
                      </w:pPr>
                      <w:r>
                        <w:t>602</w:t>
                      </w:r>
                      <w:r w:rsidR="00652B43">
                        <w:t xml:space="preserve"> </w:t>
                      </w:r>
                      <w:r>
                        <w:t>8</w:t>
                      </w:r>
                      <w:r w:rsidR="00652B43">
                        <w:t>710</w:t>
                      </w:r>
                      <w:r>
                        <w:t xml:space="preserve"> </w:t>
                      </w:r>
                    </w:p>
                    <w:p w14:paraId="34EE4B2D" w14:textId="42C54272" w:rsidR="008E4821" w:rsidRDefault="00FC3EAA" w:rsidP="008E4821">
                      <w:pPr>
                        <w:pStyle w:val="BodyText"/>
                        <w:spacing w:after="0"/>
                      </w:pPr>
                      <w:hyperlink r:id="rId18" w:history="1">
                        <w:r w:rsidRPr="00F650E4">
                          <w:rPr>
                            <w:rStyle w:val="Hyperlink"/>
                          </w:rPr>
                          <w:t>helen.lindvere@viimsi.ee</w:t>
                        </w:r>
                      </w:hyperlink>
                      <w:r w:rsidR="00B2619D">
                        <w:t xml:space="preserve"> </w:t>
                      </w:r>
                    </w:p>
                  </w:txbxContent>
                </v:textbox>
                <w10:wrap type="topAndBottom" anchorx="margin" anchory="margin"/>
                <w10:anchorlock/>
              </v:shape>
            </w:pict>
          </mc:Fallback>
        </mc:AlternateContent>
      </w:r>
      <w:r w:rsidR="008E4821" w:rsidRPr="00135B43">
        <w:t>(allkirjastatud digitaalselt)</w:t>
      </w:r>
    </w:p>
    <w:p w14:paraId="14A63B13" w14:textId="0E17A278" w:rsidR="008E4821" w:rsidRDefault="00B2619D" w:rsidP="00A75878">
      <w:r>
        <w:t>Merje Muiso</w:t>
      </w:r>
    </w:p>
    <w:p w14:paraId="48350591" w14:textId="3AA8121D" w:rsidR="008E4821" w:rsidRDefault="00BF0CF3" w:rsidP="008E4821">
      <w:pPr>
        <w:pStyle w:val="Ametinimetus"/>
      </w:pPr>
      <w:r>
        <w:t>p</w:t>
      </w:r>
      <w:r w:rsidR="00B2619D">
        <w:t>laneeringute osakonna juhataja</w:t>
      </w:r>
    </w:p>
    <w:p w14:paraId="2CCBCA2A" w14:textId="77777777" w:rsidR="008E4821" w:rsidRPr="00DE0915" w:rsidRDefault="008E4821" w:rsidP="008E4821">
      <w:pPr>
        <w:pStyle w:val="Lisamrge"/>
        <w:tabs>
          <w:tab w:val="clear" w:pos="1134"/>
          <w:tab w:val="left" w:pos="567"/>
        </w:tabs>
      </w:pPr>
      <w:r w:rsidRPr="00DE0915">
        <w:tab/>
      </w:r>
    </w:p>
    <w:p w14:paraId="21178813" w14:textId="77777777" w:rsidR="008E4821" w:rsidRPr="00DE0915" w:rsidRDefault="008E4821" w:rsidP="008E4821">
      <w:pPr>
        <w:pStyle w:val="Lisamrge"/>
      </w:pPr>
    </w:p>
    <w:p w14:paraId="12457516" w14:textId="77777777" w:rsidR="008E4821" w:rsidRDefault="008E4821" w:rsidP="008E4821">
      <w:pPr>
        <w:pStyle w:val="Lisamrge"/>
        <w:tabs>
          <w:tab w:val="clear" w:pos="1134"/>
        </w:tabs>
      </w:pPr>
      <w:r>
        <w:tab/>
      </w:r>
    </w:p>
    <w:p w14:paraId="0DA979BA" w14:textId="77777777" w:rsidR="00421F6C" w:rsidRPr="00DE0915" w:rsidRDefault="00421F6C" w:rsidP="008E4821">
      <w:pPr>
        <w:pStyle w:val="Lisamrge"/>
        <w:tabs>
          <w:tab w:val="clear" w:pos="1134"/>
        </w:tabs>
      </w:pPr>
    </w:p>
    <w:sectPr w:rsidR="00421F6C" w:rsidRPr="00DE0915" w:rsidSect="008432B1">
      <w:headerReference w:type="default" r:id="rId19"/>
      <w:footerReference w:type="default" r:id="rId20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07C20" w14:textId="77777777" w:rsidR="000D23BC" w:rsidRDefault="000D23BC" w:rsidP="009E2EAA">
      <w:pPr>
        <w:spacing w:line="240" w:lineRule="auto"/>
      </w:pPr>
      <w:r>
        <w:separator/>
      </w:r>
    </w:p>
  </w:endnote>
  <w:endnote w:type="continuationSeparator" w:id="0">
    <w:p w14:paraId="0839C136" w14:textId="77777777" w:rsidR="000D23BC" w:rsidRDefault="000D23BC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9B6D3" w14:textId="77777777" w:rsidR="004446E6" w:rsidRDefault="004446E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E57D6" w14:textId="77777777" w:rsidR="004446E6" w:rsidRDefault="004446E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BD8F8" w14:textId="77777777" w:rsidR="008432B1" w:rsidRPr="008432B1" w:rsidRDefault="00D944FD" w:rsidP="008432B1">
    <w:pPr>
      <w:suppressAutoHyphens w:val="0"/>
      <w:spacing w:line="360" w:lineRule="auto"/>
      <w:jc w:val="left"/>
      <w:rPr>
        <w:rFonts w:ascii="Calibri" w:hAnsi="Calibri" w:cs="Calibri"/>
        <w:color w:val="000000"/>
        <w:kern w:val="0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66E249CD" wp14:editId="12362CA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2B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5C64E0" wp14:editId="4A96CD86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3603600" cy="381600"/>
              <wp:effectExtent l="0" t="0" r="0" b="635"/>
              <wp:wrapSquare wrapText="bothSides"/>
              <wp:docPr id="40584750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3600" cy="38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054A0E" w14:textId="77777777" w:rsidR="008432B1" w:rsidRPr="008432B1" w:rsidRDefault="008432B1" w:rsidP="008432B1">
                          <w:pPr>
                            <w:suppressAutoHyphens w:val="0"/>
                            <w:spacing w:line="360" w:lineRule="auto"/>
                            <w:jc w:val="left"/>
                            <w:rPr>
                              <w:rFonts w:ascii="Calibri" w:hAnsi="Calibri" w:cs="Calibri"/>
                              <w:color w:val="7F7F7F"/>
                              <w:kern w:val="0"/>
                              <w:sz w:val="18"/>
                              <w:szCs w:val="18"/>
                              <w:lang w:eastAsia="en-GB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Viimsi 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V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allav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alitsus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hyperlink r:id="rId2" w:history="1">
                            <w:r w:rsidRPr="008432B1">
                              <w:rPr>
                                <w:rFonts w:cs="Arial"/>
                                <w:color w:val="7F7F7F"/>
                                <w:kern w:val="0"/>
                                <w:sz w:val="18"/>
                                <w:szCs w:val="18"/>
                              </w:rPr>
                              <w:t>www.viimsi.ee</w:t>
                            </w:r>
                          </w:hyperlink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r w:rsidR="004446E6" w:rsidRP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info@viimsivv.ee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 | +372 602 8800</w:t>
                          </w:r>
                        </w:p>
                        <w:p w14:paraId="6FF6C21E" w14:textId="77777777" w:rsidR="00D944FD" w:rsidRPr="00F45E25" w:rsidRDefault="008432B1" w:rsidP="00D944FD">
                          <w:pPr>
                            <w:spacing w:line="240" w:lineRule="auto"/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Nelgi tee 1, Viimsi alevik, Viimsi vald 74001 Harjumaa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4572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5C64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785.3pt;width:283.75pt;height:30.05pt;z-index:251661312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" filled="f" stroked="f" strokeweight=".5pt">
              <v:textbox style="mso-fit-shape-to-text:t" inset="0,,,0">
                <w:txbxContent>
                  <w:p w14:paraId="12054A0E" w14:textId="77777777" w:rsidR="008432B1" w:rsidRPr="008432B1" w:rsidRDefault="008432B1" w:rsidP="008432B1">
                    <w:pPr>
                      <w:suppressAutoHyphens w:val="0"/>
                      <w:spacing w:line="360" w:lineRule="auto"/>
                      <w:jc w:val="left"/>
                      <w:rPr>
                        <w:rFonts w:ascii="Calibri" w:hAnsi="Calibri" w:cs="Calibri"/>
                        <w:color w:val="7F7F7F"/>
                        <w:kern w:val="0"/>
                        <w:sz w:val="18"/>
                        <w:szCs w:val="18"/>
                        <w:lang w:eastAsia="en-GB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Viimsi 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V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allav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alitsus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hyperlink r:id="rId3" w:history="1">
                      <w:r w:rsidRPr="008432B1">
                        <w:rPr>
                          <w:rFonts w:cs="Arial"/>
                          <w:color w:val="7F7F7F"/>
                          <w:kern w:val="0"/>
                          <w:sz w:val="18"/>
                          <w:szCs w:val="18"/>
                        </w:rPr>
                        <w:t>www.viimsi.ee</w:t>
                      </w:r>
                    </w:hyperlink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r w:rsidR="004446E6" w:rsidRP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info@viimsivv.ee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 | +372 602 8800</w:t>
                    </w:r>
                  </w:p>
                  <w:p w14:paraId="6FF6C21E" w14:textId="77777777" w:rsidR="00D944FD" w:rsidRPr="00F45E25" w:rsidRDefault="008432B1" w:rsidP="00D944FD">
                    <w:pPr>
                      <w:spacing w:line="240" w:lineRule="auto"/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Nelgi tee 1, Viimsi alevik, Viimsi vald 74001 Harjumaa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92D27" w14:textId="77777777" w:rsidR="004758C5" w:rsidRDefault="004758C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74DA0" w14:textId="77777777" w:rsidR="000D23BC" w:rsidRDefault="000D23BC" w:rsidP="009E2EAA">
      <w:pPr>
        <w:spacing w:line="240" w:lineRule="auto"/>
      </w:pPr>
      <w:r>
        <w:separator/>
      </w:r>
    </w:p>
  </w:footnote>
  <w:footnote w:type="continuationSeparator" w:id="0">
    <w:p w14:paraId="46A33DF7" w14:textId="77777777" w:rsidR="000D23BC" w:rsidRDefault="000D23BC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D095C" w14:textId="77777777" w:rsidR="004446E6" w:rsidRDefault="004446E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723983"/>
      <w:docPartObj>
        <w:docPartGallery w:val="Page Numbers (Top of Page)"/>
        <w:docPartUnique/>
      </w:docPartObj>
    </w:sdtPr>
    <w:sdtEndPr/>
    <w:sdtContent>
      <w:p w14:paraId="2960E7E5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5A448" w14:textId="77777777" w:rsidR="004446E6" w:rsidRDefault="004446E6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6367792"/>
      <w:docPartObj>
        <w:docPartGallery w:val="Page Numbers (Top of Page)"/>
        <w:docPartUnique/>
      </w:docPartObj>
    </w:sdtPr>
    <w:sdtEndPr/>
    <w:sdtContent>
      <w:p w14:paraId="5A6697D9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j0115836"/>
      </v:shape>
    </w:pic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oenditpp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oenditpp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BF97E79"/>
    <w:multiLevelType w:val="multilevel"/>
    <w:tmpl w:val="EFE6E200"/>
    <w:lvl w:ilvl="0">
      <w:start w:val="1"/>
      <w:numFmt w:val="decimal"/>
      <w:pStyle w:val="Pealkiri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0"/>
  </w:num>
  <w:num w:numId="5" w16cid:durableId="315915721">
    <w:abstractNumId w:val="9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70"/>
    <w:rsid w:val="0000292A"/>
    <w:rsid w:val="0000525A"/>
    <w:rsid w:val="00012188"/>
    <w:rsid w:val="00027E72"/>
    <w:rsid w:val="0003607C"/>
    <w:rsid w:val="000467FD"/>
    <w:rsid w:val="00080B5C"/>
    <w:rsid w:val="00091403"/>
    <w:rsid w:val="000C7398"/>
    <w:rsid w:val="000D23BC"/>
    <w:rsid w:val="000E7AC5"/>
    <w:rsid w:val="000F0695"/>
    <w:rsid w:val="000F169E"/>
    <w:rsid w:val="000F661C"/>
    <w:rsid w:val="001002A1"/>
    <w:rsid w:val="00103031"/>
    <w:rsid w:val="00113329"/>
    <w:rsid w:val="001214EB"/>
    <w:rsid w:val="001251E9"/>
    <w:rsid w:val="00145D20"/>
    <w:rsid w:val="00171374"/>
    <w:rsid w:val="0019502D"/>
    <w:rsid w:val="001C183F"/>
    <w:rsid w:val="001C2DBD"/>
    <w:rsid w:val="0020249B"/>
    <w:rsid w:val="0020308B"/>
    <w:rsid w:val="00204195"/>
    <w:rsid w:val="0021188A"/>
    <w:rsid w:val="002829AE"/>
    <w:rsid w:val="0028339D"/>
    <w:rsid w:val="00291323"/>
    <w:rsid w:val="00296859"/>
    <w:rsid w:val="002B6EAF"/>
    <w:rsid w:val="002F46CF"/>
    <w:rsid w:val="003303DA"/>
    <w:rsid w:val="003337C3"/>
    <w:rsid w:val="0033730B"/>
    <w:rsid w:val="00365BB8"/>
    <w:rsid w:val="00384F8E"/>
    <w:rsid w:val="00397D4F"/>
    <w:rsid w:val="003C06BB"/>
    <w:rsid w:val="003C5A39"/>
    <w:rsid w:val="003D6556"/>
    <w:rsid w:val="003E5BB4"/>
    <w:rsid w:val="003F59A0"/>
    <w:rsid w:val="00406D39"/>
    <w:rsid w:val="0041162D"/>
    <w:rsid w:val="00421F6C"/>
    <w:rsid w:val="00436F2A"/>
    <w:rsid w:val="004414CC"/>
    <w:rsid w:val="004433BE"/>
    <w:rsid w:val="004446E6"/>
    <w:rsid w:val="004478C4"/>
    <w:rsid w:val="00452429"/>
    <w:rsid w:val="00456B17"/>
    <w:rsid w:val="00463120"/>
    <w:rsid w:val="00471D07"/>
    <w:rsid w:val="004758C5"/>
    <w:rsid w:val="00480AE3"/>
    <w:rsid w:val="00491B6C"/>
    <w:rsid w:val="004940B9"/>
    <w:rsid w:val="004A519F"/>
    <w:rsid w:val="004A7CFB"/>
    <w:rsid w:val="004B3DE0"/>
    <w:rsid w:val="004B4F8B"/>
    <w:rsid w:val="004F3C67"/>
    <w:rsid w:val="00514770"/>
    <w:rsid w:val="00544349"/>
    <w:rsid w:val="005526B8"/>
    <w:rsid w:val="00554A4D"/>
    <w:rsid w:val="00581A06"/>
    <w:rsid w:val="00584476"/>
    <w:rsid w:val="005A45AF"/>
    <w:rsid w:val="005E32F0"/>
    <w:rsid w:val="005E558B"/>
    <w:rsid w:val="00601938"/>
    <w:rsid w:val="00610036"/>
    <w:rsid w:val="006160E5"/>
    <w:rsid w:val="00636749"/>
    <w:rsid w:val="00645074"/>
    <w:rsid w:val="00652B43"/>
    <w:rsid w:val="006554E2"/>
    <w:rsid w:val="006722A6"/>
    <w:rsid w:val="006772DC"/>
    <w:rsid w:val="006B3E43"/>
    <w:rsid w:val="006D7E13"/>
    <w:rsid w:val="006F795B"/>
    <w:rsid w:val="00713B44"/>
    <w:rsid w:val="00760C70"/>
    <w:rsid w:val="00765C71"/>
    <w:rsid w:val="00767C91"/>
    <w:rsid w:val="00773A3A"/>
    <w:rsid w:val="007862D5"/>
    <w:rsid w:val="00791726"/>
    <w:rsid w:val="00791C21"/>
    <w:rsid w:val="007A3545"/>
    <w:rsid w:val="007D09D9"/>
    <w:rsid w:val="007E647C"/>
    <w:rsid w:val="00805C22"/>
    <w:rsid w:val="008112C7"/>
    <w:rsid w:val="00812015"/>
    <w:rsid w:val="00841E6E"/>
    <w:rsid w:val="008432B1"/>
    <w:rsid w:val="00867698"/>
    <w:rsid w:val="00875522"/>
    <w:rsid w:val="00880F6A"/>
    <w:rsid w:val="00883E74"/>
    <w:rsid w:val="00890F3C"/>
    <w:rsid w:val="008942CB"/>
    <w:rsid w:val="008D74E2"/>
    <w:rsid w:val="008E4821"/>
    <w:rsid w:val="00911CC4"/>
    <w:rsid w:val="00966B4C"/>
    <w:rsid w:val="00967BC3"/>
    <w:rsid w:val="009703E1"/>
    <w:rsid w:val="00983E52"/>
    <w:rsid w:val="0099286C"/>
    <w:rsid w:val="009A5C15"/>
    <w:rsid w:val="009C1924"/>
    <w:rsid w:val="009E2EAA"/>
    <w:rsid w:val="009F4A93"/>
    <w:rsid w:val="009F6982"/>
    <w:rsid w:val="009F7466"/>
    <w:rsid w:val="00A06CE7"/>
    <w:rsid w:val="00A1407C"/>
    <w:rsid w:val="00A23220"/>
    <w:rsid w:val="00A36D8F"/>
    <w:rsid w:val="00A45FDE"/>
    <w:rsid w:val="00A5107B"/>
    <w:rsid w:val="00A562E2"/>
    <w:rsid w:val="00A604F3"/>
    <w:rsid w:val="00A63ACF"/>
    <w:rsid w:val="00A75878"/>
    <w:rsid w:val="00A94D38"/>
    <w:rsid w:val="00AA731D"/>
    <w:rsid w:val="00AC6F1A"/>
    <w:rsid w:val="00AD3993"/>
    <w:rsid w:val="00AE4FC3"/>
    <w:rsid w:val="00AF3567"/>
    <w:rsid w:val="00B07C61"/>
    <w:rsid w:val="00B211D0"/>
    <w:rsid w:val="00B2619D"/>
    <w:rsid w:val="00B3227A"/>
    <w:rsid w:val="00B36508"/>
    <w:rsid w:val="00B4095E"/>
    <w:rsid w:val="00B73F1E"/>
    <w:rsid w:val="00B8369E"/>
    <w:rsid w:val="00B91105"/>
    <w:rsid w:val="00BE2A75"/>
    <w:rsid w:val="00BF0CF3"/>
    <w:rsid w:val="00C17E4A"/>
    <w:rsid w:val="00C20C84"/>
    <w:rsid w:val="00C27C7B"/>
    <w:rsid w:val="00C36B42"/>
    <w:rsid w:val="00C44F91"/>
    <w:rsid w:val="00C57ACE"/>
    <w:rsid w:val="00C73C46"/>
    <w:rsid w:val="00CA0465"/>
    <w:rsid w:val="00CA1EF2"/>
    <w:rsid w:val="00CA4B6C"/>
    <w:rsid w:val="00CD4FB5"/>
    <w:rsid w:val="00CF223C"/>
    <w:rsid w:val="00D11FDA"/>
    <w:rsid w:val="00D258DB"/>
    <w:rsid w:val="00D353FB"/>
    <w:rsid w:val="00D45F07"/>
    <w:rsid w:val="00D5393A"/>
    <w:rsid w:val="00D579D4"/>
    <w:rsid w:val="00D71294"/>
    <w:rsid w:val="00D82BD0"/>
    <w:rsid w:val="00D944FD"/>
    <w:rsid w:val="00DB1BB0"/>
    <w:rsid w:val="00DB6B8D"/>
    <w:rsid w:val="00DD6A89"/>
    <w:rsid w:val="00DF438D"/>
    <w:rsid w:val="00E02E3E"/>
    <w:rsid w:val="00E3187D"/>
    <w:rsid w:val="00E3798B"/>
    <w:rsid w:val="00E438DD"/>
    <w:rsid w:val="00E55826"/>
    <w:rsid w:val="00E60033"/>
    <w:rsid w:val="00E650AE"/>
    <w:rsid w:val="00E67EB6"/>
    <w:rsid w:val="00E878F1"/>
    <w:rsid w:val="00E972EC"/>
    <w:rsid w:val="00EA2DB5"/>
    <w:rsid w:val="00EA7DE5"/>
    <w:rsid w:val="00EB19E2"/>
    <w:rsid w:val="00EC02C3"/>
    <w:rsid w:val="00ED341A"/>
    <w:rsid w:val="00EF1B74"/>
    <w:rsid w:val="00EF5A7C"/>
    <w:rsid w:val="00F37951"/>
    <w:rsid w:val="00F4743D"/>
    <w:rsid w:val="00F57945"/>
    <w:rsid w:val="00F72DBC"/>
    <w:rsid w:val="00F94733"/>
    <w:rsid w:val="00FA051C"/>
    <w:rsid w:val="00FA11F1"/>
    <w:rsid w:val="00FB0EE5"/>
    <w:rsid w:val="00FB25CA"/>
    <w:rsid w:val="00FC3EAA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336BF76"/>
  <w15:chartTrackingRefBased/>
  <w15:docId w15:val="{23E0EF0C-4E30-4A25-8D35-ECC0C53D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Pealkiri1">
    <w:name w:val="heading 1"/>
    <w:basedOn w:val="Normaallaad"/>
    <w:next w:val="Normaallaad"/>
    <w:link w:val="Pealkiri1Mrk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Pealkiri2">
    <w:name w:val="heading 2"/>
    <w:basedOn w:val="Normaallaad"/>
    <w:next w:val="Kehatekst"/>
    <w:link w:val="Pealkiri2Mrk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Pealkiri3">
    <w:name w:val="heading 3"/>
    <w:basedOn w:val="Normaallaad"/>
    <w:next w:val="Normaallaad"/>
    <w:link w:val="Pealkiri3Mrk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asta">
    <w:name w:val="Aasta"/>
    <w:basedOn w:val="Normaallaad"/>
    <w:next w:val="Normaallaad"/>
    <w:rsid w:val="00636749"/>
    <w:pPr>
      <w:widowControl w:val="0"/>
      <w:jc w:val="center"/>
    </w:pPr>
    <w:rPr>
      <w:sz w:val="28"/>
      <w:szCs w:val="28"/>
    </w:rPr>
  </w:style>
  <w:style w:type="paragraph" w:styleId="Kehatekst">
    <w:name w:val="Body Text"/>
    <w:basedOn w:val="Normaallaad"/>
    <w:link w:val="KehatekstMrk"/>
    <w:qFormat/>
    <w:rsid w:val="00E650AE"/>
    <w:pPr>
      <w:suppressAutoHyphens w:val="0"/>
      <w:spacing w:after="120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E650AE"/>
    <w:rPr>
      <w:rFonts w:ascii="Arial" w:hAnsi="Arial"/>
    </w:rPr>
  </w:style>
  <w:style w:type="character" w:customStyle="1" w:styleId="Pealkiri1Mrk">
    <w:name w:val="Pealkiri 1 Märk"/>
    <w:basedOn w:val="Liguvaikefont"/>
    <w:link w:val="Pealkiri1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SK2">
    <w:name w:val="toc 2"/>
    <w:basedOn w:val="Normaallaad"/>
    <w:next w:val="Normaallaad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allaad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Pealkiri2Mrk">
    <w:name w:val="Pealkiri 2 Märk"/>
    <w:link w:val="Pealkiri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Pealkiri3Mrk">
    <w:name w:val="Pealkiri 3 Märk"/>
    <w:basedOn w:val="Liguvaikefont"/>
    <w:link w:val="Pealkiri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Kehatekst"/>
    <w:rsid w:val="00636749"/>
  </w:style>
  <w:style w:type="paragraph" w:customStyle="1" w:styleId="MoistedTabel">
    <w:name w:val="MoistedTabel"/>
    <w:basedOn w:val="Normaallaad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allaad"/>
    <w:next w:val="Normaallaad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Liguvaike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allaad"/>
    <w:next w:val="Normaallaad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Pealkiri">
    <w:name w:val="Title"/>
    <w:basedOn w:val="Normaallaad"/>
    <w:next w:val="Normaallaad"/>
    <w:link w:val="PealkiriMrk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Kehatekst"/>
    <w:next w:val="Kehateks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allaad"/>
    <w:next w:val="Normaallaad"/>
    <w:rsid w:val="00636749"/>
    <w:pPr>
      <w:spacing w:after="480"/>
    </w:pPr>
  </w:style>
  <w:style w:type="character" w:styleId="Hperlink">
    <w:name w:val="Hyperlink"/>
    <w:basedOn w:val="Liguvaike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Kehateks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oendinumber"/>
    <w:rsid w:val="00636749"/>
  </w:style>
  <w:style w:type="paragraph" w:styleId="Loendinumber">
    <w:name w:val="List Number"/>
    <w:basedOn w:val="Normaallaad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allaad"/>
    <w:next w:val="Normaallaad"/>
    <w:rsid w:val="00636749"/>
    <w:pPr>
      <w:pageBreakBefore/>
    </w:pPr>
  </w:style>
  <w:style w:type="paragraph" w:customStyle="1" w:styleId="Moisted">
    <w:name w:val="Moisted"/>
    <w:basedOn w:val="Muu"/>
    <w:next w:val="Normaallaad"/>
    <w:rsid w:val="00636749"/>
    <w:pPr>
      <w:spacing w:before="0"/>
    </w:pPr>
  </w:style>
  <w:style w:type="paragraph" w:customStyle="1" w:styleId="MuuSamaLK">
    <w:name w:val="MuuSamaLK"/>
    <w:basedOn w:val="Muu"/>
    <w:next w:val="Kehatekst"/>
    <w:rsid w:val="00463120"/>
    <w:pPr>
      <w:keepNext/>
      <w:pageBreakBefore w:val="0"/>
    </w:pPr>
  </w:style>
  <w:style w:type="paragraph" w:styleId="Vahedeta">
    <w:name w:val="No Spacing"/>
    <w:aliases w:val="Tabel_Caption"/>
    <w:basedOn w:val="Normaallaad"/>
    <w:next w:val="Normaallaad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allaad"/>
    <w:next w:val="Normaallaad"/>
    <w:rsid w:val="00636749"/>
    <w:pPr>
      <w:spacing w:after="480"/>
    </w:pPr>
  </w:style>
  <w:style w:type="paragraph" w:styleId="SK1">
    <w:name w:val="toc 1"/>
    <w:basedOn w:val="Normaallaad"/>
    <w:next w:val="Normaallaad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SK3">
    <w:name w:val="toc 3"/>
    <w:basedOn w:val="Normaallaad"/>
    <w:next w:val="Normaallaad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Pealdis">
    <w:name w:val="caption"/>
    <w:basedOn w:val="Normaallaad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allaad"/>
    <w:next w:val="Normaallaad"/>
    <w:link w:val="Heading1Char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">
    <w:name w:val="Heading1 Char"/>
    <w:basedOn w:val="Liguvaike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allaad"/>
    <w:next w:val="Normaallaad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allaad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Kehatekst"/>
    <w:next w:val="Normaallaad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oenditpp">
    <w:name w:val="List Bullet"/>
    <w:basedOn w:val="Normaallaad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allaad"/>
    <w:rsid w:val="005E32F0"/>
    <w:pPr>
      <w:spacing w:before="600" w:after="400"/>
    </w:pPr>
    <w:rPr>
      <w:rFonts w:cstheme="minorHAnsi"/>
      <w:b/>
    </w:rPr>
  </w:style>
  <w:style w:type="paragraph" w:customStyle="1" w:styleId="Pealkiri10">
    <w:name w:val="Pealkiri1"/>
    <w:basedOn w:val="Normaallaad"/>
    <w:next w:val="Normaallaad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allaad"/>
    <w:next w:val="Kehatekst"/>
    <w:rsid w:val="005E32F0"/>
    <w:pPr>
      <w:spacing w:before="240" w:after="120"/>
    </w:pPr>
  </w:style>
  <w:style w:type="paragraph" w:customStyle="1" w:styleId="Lisatekst">
    <w:name w:val="Lisatekst"/>
    <w:basedOn w:val="Kehateks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allaad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allaad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allaad"/>
    <w:rsid w:val="00B4095E"/>
    <w:rPr>
      <w:rFonts w:eastAsia="Calibri" w:cs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544349"/>
  </w:style>
  <w:style w:type="paragraph" w:customStyle="1" w:styleId="Bullet1">
    <w:name w:val="Bullet1"/>
    <w:basedOn w:val="Normaallaad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allaad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Liguvaike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oenditpp2"/>
    <w:rsid w:val="00456B17"/>
    <w:rPr>
      <w:sz w:val="20"/>
    </w:rPr>
  </w:style>
  <w:style w:type="paragraph" w:styleId="Loenditpp2">
    <w:name w:val="List Bullet 2"/>
    <w:basedOn w:val="Normaallaad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Jalus">
    <w:name w:val="footer"/>
    <w:basedOn w:val="Normaallaad"/>
    <w:link w:val="JalusMrk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JalusMrk">
    <w:name w:val="Jalus Märk"/>
    <w:link w:val="Jalus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allaad"/>
    <w:rsid w:val="003303DA"/>
    <w:pPr>
      <w:spacing w:before="60" w:after="60"/>
      <w:contextualSpacing/>
    </w:pPr>
  </w:style>
  <w:style w:type="paragraph" w:customStyle="1" w:styleId="Tablehead">
    <w:name w:val="Table_head"/>
    <w:basedOn w:val="Normaallaad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oendi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allaad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Pealkiri1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Pealkiri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Pealkiri3"/>
    <w:next w:val="Normaallaad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Kehateks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Kehateks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oenditpp3"/>
    <w:rsid w:val="00E3187D"/>
    <w:pPr>
      <w:numPr>
        <w:numId w:val="9"/>
      </w:numPr>
    </w:pPr>
    <w:rPr>
      <w:rFonts w:ascii="Minion Pro" w:hAnsi="Minion Pro"/>
    </w:rPr>
  </w:style>
  <w:style w:type="paragraph" w:styleId="Loenditpp3">
    <w:name w:val="List Bullet 3"/>
    <w:basedOn w:val="Normaallaad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allaad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Liguvaike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Kehateks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Liguvaike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oendilik">
    <w:name w:val="List Paragraph"/>
    <w:basedOn w:val="Normaallaad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Kehatekst"/>
    <w:next w:val="Kehatekst"/>
    <w:rsid w:val="006D7E13"/>
    <w:pPr>
      <w:spacing w:before="120" w:after="0"/>
    </w:pPr>
    <w:rPr>
      <w:b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Normaaltabe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Normaaltabel"/>
    <w:uiPriority w:val="99"/>
    <w:rsid w:val="00911CC4"/>
    <w:pPr>
      <w:spacing w:after="0" w:line="240" w:lineRule="auto"/>
    </w:pPr>
    <w:tblPr/>
  </w:style>
  <w:style w:type="table" w:styleId="Kontuurtabel">
    <w:name w:val="Table Grid"/>
    <w:basedOn w:val="Normaaltabe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allaad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Liguvaike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Liguvaike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Kehateks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allaad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allaad"/>
    <w:autoRedefine/>
    <w:qFormat/>
    <w:rsid w:val="00867698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Kehatekst"/>
    <w:next w:val="Kehateks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Kehatekst"/>
    <w:next w:val="Kehateks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Kehatekst"/>
    <w:next w:val="Kehateks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Kehatekst"/>
    <w:next w:val="Kehateks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Kehateks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allaad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Liguvaike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843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helen.lindvere@viimsi.e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helen.lindvere@viimsi.e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iimsivv-my.sharepoint.com/:f:/g/personal/helen_lindvere_viimsivv_ee/EqrTOrnrnHVBs_n_Hqt63DkBzU2cWxK92V5pGmfoTQRCtA?e=gjvNb0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ohja@resque.ee" TargetMode="Externa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imsi.ee/" TargetMode="External"/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ret.koo\OneDrive%20-%20Viimsi%20Vallavalitsus\Desktop\VV%20UUED%20MALLID_2024\Vallavalitsus\Algatuskiri_vallavali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Algatuskiri_vallavalitsus</Template>
  <TotalTime>124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Piret Kõo</dc:creator>
  <cp:keywords/>
  <dc:description/>
  <cp:lastModifiedBy>Helen Lindvere</cp:lastModifiedBy>
  <cp:revision>33</cp:revision>
  <dcterms:created xsi:type="dcterms:W3CDTF">2024-05-23T11:10:00Z</dcterms:created>
  <dcterms:modified xsi:type="dcterms:W3CDTF">2025-01-08T07:48:00Z</dcterms:modified>
</cp:coreProperties>
</file>